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F24" w:rsidRDefault="00846F24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46F24" w:rsidRDefault="00846F24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46F24" w:rsidRDefault="00846F24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846F24" w:rsidRDefault="00846F24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846F24" w:rsidRDefault="00846F24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846F24" w:rsidRDefault="00846F24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F24" w:rsidRDefault="00846F24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37 СЕССИЯ 3 СОЗЫВА</w:t>
      </w:r>
    </w:p>
    <w:p w:rsidR="00846F24" w:rsidRDefault="00846F24" w:rsidP="0061244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846F24" w:rsidRDefault="00846F24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F24" w:rsidRDefault="00846F24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7  апреля 2017 г.                                                                                  № 119</w:t>
      </w:r>
    </w:p>
    <w:p w:rsidR="00846F24" w:rsidRDefault="00846F24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846F24" w:rsidRDefault="00846F24" w:rsidP="0061244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846F24" w:rsidRDefault="00846F24" w:rsidP="006124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846F24" w:rsidRDefault="00846F24" w:rsidP="0061244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846F24">
        <w:trPr>
          <w:trHeight w:val="1097"/>
        </w:trPr>
        <w:tc>
          <w:tcPr>
            <w:tcW w:w="9016" w:type="dxa"/>
          </w:tcPr>
          <w:p w:rsidR="00846F24" w:rsidRDefault="00846F2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19  декабря 2016  года № 101 “О  бюджете Школьненского сельского поселения Белореченского  района  на 2017 год”</w:t>
            </w:r>
          </w:p>
          <w:p w:rsidR="00846F24" w:rsidRDefault="00846F2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846F24" w:rsidRDefault="00846F24" w:rsidP="00612447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846F24" w:rsidRDefault="00846F24" w:rsidP="0061244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1,2,4 пункта 1 решения изложить в следующей редакции: </w:t>
      </w:r>
    </w:p>
    <w:p w:rsidR="00846F24" w:rsidRDefault="00846F24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 бюджета Школьненского сельского поселения Белореченского района  на 2017 год:</w:t>
      </w:r>
    </w:p>
    <w:p w:rsidR="00846F24" w:rsidRDefault="00846F24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26 866 600,00 рублей;</w:t>
      </w:r>
    </w:p>
    <w:p w:rsidR="00846F24" w:rsidRDefault="00846F24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28 366 600,00 рублей;».</w:t>
      </w:r>
    </w:p>
    <w:p w:rsidR="00846F24" w:rsidRDefault="00846F24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006F8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5D7290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5D7290">
        <w:rPr>
          <w:rFonts w:ascii="Times New Roman" w:hAnsi="Times New Roman" w:cs="Times New Roman"/>
          <w:sz w:val="28"/>
          <w:szCs w:val="28"/>
        </w:rPr>
        <w:t xml:space="preserve"> декабря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D7290">
        <w:rPr>
          <w:rFonts w:ascii="Times New Roman" w:hAnsi="Times New Roman" w:cs="Times New Roman"/>
          <w:sz w:val="28"/>
          <w:szCs w:val="28"/>
        </w:rPr>
        <w:t xml:space="preserve"> года № 3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D729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D7290">
        <w:rPr>
          <w:rFonts w:ascii="Times New Roman" w:hAnsi="Times New Roman" w:cs="Times New Roman"/>
          <w:sz w:val="28"/>
          <w:szCs w:val="28"/>
        </w:rPr>
        <w:t>-КЗ «О краевом бюджете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D729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2018 и 2019 годов</w:t>
      </w:r>
      <w:r w:rsidRPr="00F006F8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 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82915">
        <w:rPr>
          <w:rFonts w:ascii="Times New Roman" w:hAnsi="Times New Roman" w:cs="Times New Roman"/>
          <w:sz w:val="28"/>
          <w:szCs w:val="28"/>
        </w:rPr>
        <w:t>убсидии бюджетам сельских поселений на софинансирование капитальных вложений в объекты муниципальной собственности в сумме 2 705 000,00 рублей</w:t>
      </w:r>
      <w:r w:rsidRPr="00F006F8">
        <w:rPr>
          <w:rFonts w:ascii="Times New Roman" w:hAnsi="Times New Roman" w:cs="Times New Roman"/>
          <w:sz w:val="28"/>
          <w:szCs w:val="28"/>
        </w:rPr>
        <w:t xml:space="preserve"> направить  по коду раздела, подраздела 05 02 «Коммунальное хозяйство», целевой статье 65500</w:t>
      </w:r>
      <w:r w:rsidRPr="00F006F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006F8">
        <w:rPr>
          <w:rFonts w:ascii="Times New Roman" w:hAnsi="Times New Roman" w:cs="Times New Roman"/>
          <w:sz w:val="28"/>
          <w:szCs w:val="28"/>
        </w:rPr>
        <w:t>018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006F8">
        <w:rPr>
          <w:rFonts w:ascii="Times New Roman" w:hAnsi="Times New Roman" w:cs="Times New Roman"/>
          <w:sz w:val="28"/>
          <w:szCs w:val="28"/>
        </w:rPr>
        <w:t xml:space="preserve"> «Субсидии на реализацию мероприятий федеральной целевой программы "Устойчивое развитие сельских территорий на 2014 - 2017 годы и на период до 2020 года" (краевые средства)» на газификацию населенных пунктов.</w:t>
      </w:r>
    </w:p>
    <w:p w:rsidR="00846F24" w:rsidRDefault="00846F24" w:rsidP="00612447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Увеличить годовые бюджетные назначения в сумме  1 810 000,00 рублей, в том числе:</w:t>
      </w:r>
    </w:p>
    <w:p w:rsidR="00846F24" w:rsidRDefault="00846F24" w:rsidP="00612447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коду доходов 182 </w:t>
      </w:r>
      <w:r w:rsidRPr="00AF585C">
        <w:rPr>
          <w:rFonts w:ascii="Times New Roman" w:hAnsi="Times New Roman" w:cs="Times New Roman"/>
          <w:sz w:val="28"/>
          <w:szCs w:val="28"/>
        </w:rPr>
        <w:t xml:space="preserve">1 05 03000 01 0000 110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F585C">
        <w:rPr>
          <w:rFonts w:ascii="Times New Roman" w:hAnsi="Times New Roman" w:cs="Times New Roman"/>
          <w:sz w:val="28"/>
          <w:szCs w:val="28"/>
        </w:rPr>
        <w:t>Единый сельскохозяйственный налог*</w:t>
      </w:r>
      <w:r>
        <w:rPr>
          <w:rFonts w:ascii="Times New Roman" w:hAnsi="Times New Roman" w:cs="Times New Roman"/>
          <w:sz w:val="28"/>
          <w:szCs w:val="28"/>
        </w:rPr>
        <w:t>» в сумме 1 800 000,00 рублей,</w:t>
      </w:r>
    </w:p>
    <w:p w:rsidR="00846F24" w:rsidRPr="00E74643" w:rsidRDefault="00846F24" w:rsidP="00612447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коду доходов 992 1 13 </w:t>
      </w:r>
      <w:r w:rsidRPr="00E74643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 xml:space="preserve"> 995 </w:t>
      </w:r>
      <w:r w:rsidRPr="00E7464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0000 </w:t>
      </w:r>
      <w:r w:rsidRPr="00E74643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74643">
        <w:rPr>
          <w:rFonts w:ascii="Times New Roman" w:hAnsi="Times New Roman" w:cs="Times New Roman"/>
          <w:sz w:val="28"/>
          <w:szCs w:val="28"/>
        </w:rPr>
        <w:t>Прочие доходы от компенсации затрат бюджетов сельских поселений</w:t>
      </w:r>
      <w:r>
        <w:rPr>
          <w:rFonts w:ascii="Times New Roman" w:hAnsi="Times New Roman" w:cs="Times New Roman"/>
          <w:sz w:val="28"/>
          <w:szCs w:val="28"/>
        </w:rPr>
        <w:t>» в сумме 9 000,00 рублей,</w:t>
      </w:r>
    </w:p>
    <w:p w:rsidR="00846F24" w:rsidRDefault="00846F24" w:rsidP="00AF58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 коду доходов 992 </w:t>
      </w:r>
      <w:r w:rsidRPr="00AF585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585C">
        <w:rPr>
          <w:rFonts w:ascii="Times New Roman" w:hAnsi="Times New Roman" w:cs="Times New Roman"/>
          <w:sz w:val="28"/>
          <w:szCs w:val="28"/>
        </w:rPr>
        <w:t xml:space="preserve">18 60010 10 0000 151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F585C">
        <w:rPr>
          <w:rFonts w:ascii="Times New Roman" w:hAnsi="Times New Roman" w:cs="Times New Roman"/>
          <w:sz w:val="28"/>
          <w:szCs w:val="28"/>
        </w:rPr>
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</w:r>
      <w:r>
        <w:rPr>
          <w:rFonts w:ascii="Times New Roman" w:hAnsi="Times New Roman" w:cs="Times New Roman"/>
          <w:sz w:val="28"/>
          <w:szCs w:val="28"/>
        </w:rPr>
        <w:t>» в сумме 1 000,00 рублей.</w:t>
      </w:r>
    </w:p>
    <w:p w:rsidR="00846F24" w:rsidRDefault="00846F24" w:rsidP="00612447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Дополнительные доходы в сумме 1 810 000,00 рублей направить: </w:t>
      </w:r>
    </w:p>
    <w:p w:rsidR="00846F24" w:rsidRDefault="00846F24" w:rsidP="00612447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1) </w:t>
      </w:r>
      <w:r w:rsidRPr="0081422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01 07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E74643">
        <w:rPr>
          <w:rFonts w:ascii="Times New Roman" w:hAnsi="Times New Roman" w:cs="Times New Roman"/>
          <w:sz w:val="28"/>
          <w:szCs w:val="28"/>
        </w:rPr>
        <w:t>Обеспечение проведения выборов и референдумов</w:t>
      </w:r>
      <w:r>
        <w:rPr>
          <w:rFonts w:ascii="Times New Roman" w:hAnsi="Times New Roman" w:cs="Times New Roman"/>
          <w:sz w:val="28"/>
          <w:szCs w:val="28"/>
        </w:rPr>
        <w:t xml:space="preserve">»,  целевой статье </w:t>
      </w:r>
      <w:r w:rsidRPr="00E74643">
        <w:rPr>
          <w:rFonts w:ascii="Times New Roman" w:hAnsi="Times New Roman" w:cs="Times New Roman"/>
          <w:sz w:val="28"/>
          <w:szCs w:val="28"/>
        </w:rPr>
        <w:t>9970010260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F70023">
        <w:rPr>
          <w:rFonts w:ascii="Times New Roman" w:hAnsi="Times New Roman" w:cs="Times New Roman"/>
          <w:sz w:val="28"/>
          <w:szCs w:val="28"/>
        </w:rPr>
        <w:t>Выборы главы муниципального образования</w:t>
      </w:r>
      <w:r w:rsidRPr="0081422E">
        <w:rPr>
          <w:rFonts w:ascii="Times New Roman" w:hAnsi="Times New Roman" w:cs="Times New Roman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sz w:val="28"/>
          <w:szCs w:val="28"/>
        </w:rPr>
        <w:t>550 000</w:t>
      </w:r>
      <w:r w:rsidRPr="0081422E">
        <w:rPr>
          <w:rFonts w:ascii="Times New Roman" w:hAnsi="Times New Roman" w:cs="Times New Roman"/>
          <w:sz w:val="28"/>
          <w:szCs w:val="28"/>
        </w:rPr>
        <w:t>,00 рублей на</w:t>
      </w:r>
      <w:r>
        <w:rPr>
          <w:rFonts w:ascii="Times New Roman" w:hAnsi="Times New Roman" w:cs="Times New Roman"/>
          <w:sz w:val="28"/>
          <w:szCs w:val="28"/>
        </w:rPr>
        <w:t xml:space="preserve"> проведение выборов,</w:t>
      </w:r>
    </w:p>
    <w:p w:rsidR="00846F24" w:rsidRDefault="00846F24" w:rsidP="00F70023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2) по  коду раздела, подраздела 08 01 «Культура» целевой статье 5920000590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 в сумме 722 100,00 рублей на материальные затраты,</w:t>
      </w:r>
    </w:p>
    <w:p w:rsidR="00846F24" w:rsidRDefault="00846F24" w:rsidP="006A778E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3) по  коду раздела, подраздела 08 01 «Культура» целевой статье </w:t>
      </w:r>
      <w:r w:rsidRPr="006A778E">
        <w:rPr>
          <w:rFonts w:ascii="Times New Roman" w:hAnsi="Times New Roman" w:cs="Times New Roman"/>
          <w:sz w:val="28"/>
          <w:szCs w:val="28"/>
        </w:rPr>
        <w:t>59200S0120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A778E">
        <w:rPr>
          <w:rFonts w:ascii="Times New Roman" w:hAnsi="Times New Roman" w:cs="Times New Roman"/>
          <w:sz w:val="28"/>
          <w:szCs w:val="28"/>
        </w:rPr>
        <w:t>Субсидии на поэтапное повышение уровня средней заработной платы работников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447 900,00 рублей на заработную плату,</w:t>
      </w:r>
    </w:p>
    <w:p w:rsidR="00846F24" w:rsidRDefault="00846F24" w:rsidP="006A778E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4) по  коду раздела, подраздела 08 01 «Культура» целевой статье </w:t>
      </w:r>
      <w:r w:rsidRPr="006A778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A778E">
        <w:rPr>
          <w:rFonts w:ascii="Times New Roman" w:hAnsi="Times New Roman" w:cs="Times New Roman"/>
          <w:sz w:val="28"/>
          <w:szCs w:val="28"/>
        </w:rPr>
        <w:t>00S0120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A778E">
        <w:rPr>
          <w:rFonts w:ascii="Times New Roman" w:hAnsi="Times New Roman" w:cs="Times New Roman"/>
          <w:sz w:val="28"/>
          <w:szCs w:val="28"/>
        </w:rPr>
        <w:t>Субсидии на поэтапное повышение уровня средней заработной платы работников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80 000,00 рублей на заработную плату,</w:t>
      </w:r>
    </w:p>
    <w:p w:rsidR="00846F24" w:rsidRDefault="00846F24" w:rsidP="006A778E">
      <w:pPr>
        <w:tabs>
          <w:tab w:val="left" w:pos="0"/>
          <w:tab w:val="left" w:pos="54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5) по 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 w:rsidRPr="00A31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12 04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</w:t>
      </w:r>
      <w:r w:rsidRPr="00F70023">
        <w:rPr>
          <w:rFonts w:ascii="Times New Roman" w:hAnsi="Times New Roman" w:cs="Times New Roman"/>
          <w:sz w:val="28"/>
          <w:szCs w:val="28"/>
        </w:rPr>
        <w:t>Другие вопросы в области средств массовой информации</w:t>
      </w:r>
      <w:r w:rsidRPr="009410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10 000,00 рублей на</w:t>
      </w:r>
      <w:r w:rsidRPr="00B87C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материальные затраты.</w:t>
      </w:r>
    </w:p>
    <w:p w:rsidR="00846F24" w:rsidRDefault="00846F24" w:rsidP="006A778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Передвинуть ассигнования, предусмотренные  по  коду раздела, подраздела 05 02 </w:t>
      </w:r>
      <w:r w:rsidRPr="00F006F8">
        <w:rPr>
          <w:rFonts w:ascii="Times New Roman" w:hAnsi="Times New Roman" w:cs="Times New Roman"/>
          <w:sz w:val="28"/>
          <w:szCs w:val="28"/>
        </w:rPr>
        <w:t>«Коммунальное хозяйство», целевой статье 65500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F006F8">
        <w:rPr>
          <w:rFonts w:ascii="Times New Roman" w:hAnsi="Times New Roman" w:cs="Times New Roman"/>
          <w:sz w:val="28"/>
          <w:szCs w:val="28"/>
        </w:rPr>
        <w:t>018</w:t>
      </w:r>
      <w:r w:rsidRPr="006A778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778E">
        <w:rPr>
          <w:rFonts w:ascii="Times New Roman" w:hAnsi="Times New Roman" w:cs="Times New Roman"/>
          <w:sz w:val="28"/>
          <w:szCs w:val="28"/>
        </w:rPr>
        <w:t xml:space="preserve">«Субсидии на реализацию мероприятий федеральной целевой программы "Устойчивое развитие сельских территорий на 2014 - 2017 годы и на период до 2020 года" (местные средства)» </w:t>
      </w:r>
      <w:r>
        <w:rPr>
          <w:rFonts w:ascii="Times New Roman" w:hAnsi="Times New Roman" w:cs="Times New Roman"/>
          <w:sz w:val="28"/>
          <w:szCs w:val="28"/>
        </w:rPr>
        <w:t xml:space="preserve">на целевую статью </w:t>
      </w:r>
      <w:r w:rsidRPr="00F006F8">
        <w:rPr>
          <w:rFonts w:ascii="Times New Roman" w:hAnsi="Times New Roman" w:cs="Times New Roman"/>
          <w:sz w:val="28"/>
          <w:szCs w:val="28"/>
        </w:rPr>
        <w:t>65500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F006F8">
        <w:rPr>
          <w:rFonts w:ascii="Times New Roman" w:hAnsi="Times New Roman" w:cs="Times New Roman"/>
          <w:sz w:val="28"/>
          <w:szCs w:val="28"/>
        </w:rPr>
        <w:t>018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006F8">
        <w:rPr>
          <w:rFonts w:ascii="Times New Roman" w:hAnsi="Times New Roman" w:cs="Times New Roman"/>
          <w:sz w:val="28"/>
          <w:szCs w:val="28"/>
        </w:rPr>
        <w:t xml:space="preserve"> </w:t>
      </w:r>
      <w:r w:rsidRPr="006A778E">
        <w:rPr>
          <w:rFonts w:ascii="Times New Roman" w:hAnsi="Times New Roman" w:cs="Times New Roman"/>
          <w:sz w:val="28"/>
          <w:szCs w:val="28"/>
        </w:rPr>
        <w:t xml:space="preserve">«Субсидии на реализацию мероприятий федеральной целевой программы "Устойчивое развитие сельских территорий на 2014 - 2017 годы и на период до 2020 года" (местные средства)» </w:t>
      </w:r>
      <w:r>
        <w:rPr>
          <w:rFonts w:ascii="Times New Roman" w:hAnsi="Times New Roman" w:cs="Times New Roman"/>
          <w:sz w:val="28"/>
          <w:szCs w:val="28"/>
        </w:rPr>
        <w:t>в сумме 1 161 000,00 рублей</w:t>
      </w:r>
      <w:r w:rsidRPr="00F006F8">
        <w:rPr>
          <w:rFonts w:ascii="Times New Roman" w:hAnsi="Times New Roman" w:cs="Times New Roman"/>
          <w:sz w:val="28"/>
          <w:szCs w:val="28"/>
        </w:rPr>
        <w:t xml:space="preserve"> на газификацию населенных пунктов.</w:t>
      </w:r>
    </w:p>
    <w:p w:rsidR="00846F24" w:rsidRPr="00BF61F2" w:rsidRDefault="00846F24" w:rsidP="00BF61F2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F61F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F61F2">
        <w:rPr>
          <w:rFonts w:ascii="Times New Roman" w:hAnsi="Times New Roman" w:cs="Times New Roman"/>
          <w:sz w:val="28"/>
          <w:szCs w:val="28"/>
        </w:rPr>
        <w:t>. Внести соответствующие изменения  в приложения № 2</w:t>
      </w:r>
      <w:r>
        <w:rPr>
          <w:rFonts w:ascii="Times New Roman" w:hAnsi="Times New Roman" w:cs="Times New Roman"/>
          <w:sz w:val="28"/>
          <w:szCs w:val="28"/>
        </w:rPr>
        <w:t>-6,8</w:t>
      </w:r>
      <w:r w:rsidRPr="00BF61F2">
        <w:rPr>
          <w:rFonts w:ascii="Times New Roman" w:hAnsi="Times New Roman" w:cs="Times New Roman"/>
          <w:sz w:val="28"/>
          <w:szCs w:val="28"/>
        </w:rPr>
        <w:t xml:space="preserve"> изложив их в новой р</w:t>
      </w:r>
      <w:r>
        <w:rPr>
          <w:rFonts w:ascii="Times New Roman" w:hAnsi="Times New Roman" w:cs="Times New Roman"/>
          <w:sz w:val="28"/>
          <w:szCs w:val="28"/>
        </w:rPr>
        <w:t>едакции (приложения № 1,2,3,4,5,6</w:t>
      </w:r>
      <w:r w:rsidRPr="00BF61F2">
        <w:rPr>
          <w:rFonts w:ascii="Times New Roman" w:hAnsi="Times New Roman" w:cs="Times New Roman"/>
          <w:sz w:val="28"/>
          <w:szCs w:val="28"/>
        </w:rPr>
        <w:t>).</w:t>
      </w:r>
    </w:p>
    <w:p w:rsidR="00846F24" w:rsidRDefault="00846F24" w:rsidP="00612447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решение подлежит опубликованию  в установленном порядке.</w:t>
      </w:r>
    </w:p>
    <w:p w:rsidR="00846F24" w:rsidRDefault="00846F24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7. Настоящее решение  вступает в силу со дня его  опубликования.</w:t>
      </w:r>
    </w:p>
    <w:p w:rsidR="00846F24" w:rsidRDefault="00846F24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6F24" w:rsidRDefault="00846F24" w:rsidP="00EC034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                                                              Председатель Совета                                     </w:t>
      </w:r>
    </w:p>
    <w:p w:rsidR="00846F24" w:rsidRDefault="00846F24" w:rsidP="00EC034D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        Школьненского сельского поселения</w:t>
      </w:r>
    </w:p>
    <w:p w:rsidR="00846F24" w:rsidRDefault="00846F24" w:rsidP="00EC034D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Белореченского района</w:t>
      </w:r>
    </w:p>
    <w:p w:rsidR="00846F24" w:rsidRDefault="00846F24" w:rsidP="00EC034D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В.Н.Лантратов                                           Н.В.Лавриненко    </w:t>
      </w:r>
    </w:p>
    <w:p w:rsidR="00846F24" w:rsidRPr="00203FD5" w:rsidRDefault="00846F24" w:rsidP="009B3142">
      <w:pPr>
        <w:pageBreakBefore/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ЛИСТ СОГЛАСОВАНИЯ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46F24" w:rsidRPr="00203FD5" w:rsidRDefault="00846F24" w:rsidP="009B3142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решения Совета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Школьненского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846F24" w:rsidRPr="00203FD5" w:rsidRDefault="00846F24" w:rsidP="009B3142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Белореченского района</w:t>
      </w:r>
    </w:p>
    <w:p w:rsidR="00846F24" w:rsidRPr="00203FD5" w:rsidRDefault="00846F24" w:rsidP="009B3142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от _____________201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№_____</w:t>
      </w:r>
    </w:p>
    <w:p w:rsidR="00846F24" w:rsidRPr="00203FD5" w:rsidRDefault="00846F24" w:rsidP="009B3142">
      <w:pPr>
        <w:ind w:right="-2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6F24" w:rsidRPr="009D58BB" w:rsidRDefault="00846F24" w:rsidP="00680D9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 изменений в решение Совета Школьненского сельского поселения Белореченского района от  </w:t>
      </w:r>
      <w:r>
        <w:rPr>
          <w:rFonts w:ascii="Times New Roman" w:hAnsi="Times New Roman" w:cs="Times New Roman"/>
          <w:b/>
          <w:bCs/>
          <w:sz w:val="28"/>
          <w:szCs w:val="28"/>
        </w:rPr>
        <w:t>19</w:t>
      </w:r>
      <w:r w:rsidRPr="00D72D7A">
        <w:rPr>
          <w:rFonts w:ascii="Times New Roman" w:hAnsi="Times New Roman" w:cs="Times New Roman"/>
          <w:b/>
          <w:bCs/>
          <w:sz w:val="28"/>
          <w:szCs w:val="28"/>
        </w:rPr>
        <w:t xml:space="preserve">  декабря 201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6 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101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>О  бюджете Школьненского сельского поселения Белореченского  района 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7 год»</w:t>
      </w:r>
    </w:p>
    <w:p w:rsidR="00846F24" w:rsidRPr="009D58BB" w:rsidRDefault="00846F24" w:rsidP="009B31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6F24" w:rsidRDefault="00846F24" w:rsidP="009B31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6F24" w:rsidRPr="00203FD5" w:rsidRDefault="00846F24" w:rsidP="009B3142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03FD5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:rsidR="00846F24" w:rsidRPr="00203FD5" w:rsidRDefault="00846F24" w:rsidP="009B3142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6F24" w:rsidRPr="00203FD5" w:rsidRDefault="00846F24" w:rsidP="009B3142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6F24" w:rsidRPr="00203FD5" w:rsidRDefault="00846F24" w:rsidP="009B3142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Проект подготовлен и внесен:</w:t>
      </w:r>
    </w:p>
    <w:tbl>
      <w:tblPr>
        <w:tblW w:w="9747" w:type="dxa"/>
        <w:tblInd w:w="-106" w:type="dxa"/>
        <w:tblLayout w:type="fixed"/>
        <w:tblLook w:val="00A0"/>
      </w:tblPr>
      <w:tblGrid>
        <w:gridCol w:w="4908"/>
        <w:gridCol w:w="1863"/>
        <w:gridCol w:w="2976"/>
      </w:tblGrid>
      <w:tr w:rsidR="00846F24" w:rsidRPr="00203FD5">
        <w:trPr>
          <w:cantSplit/>
        </w:trPr>
        <w:tc>
          <w:tcPr>
            <w:tcW w:w="4908" w:type="dxa"/>
          </w:tcPr>
          <w:p w:rsidR="00846F24" w:rsidRPr="00203FD5" w:rsidRDefault="00846F24" w:rsidP="001C6EC4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Начальник финансового отдела 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Школьненского</w:t>
            </w: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Белореченского района                                                                           </w:t>
            </w:r>
          </w:p>
        </w:tc>
        <w:tc>
          <w:tcPr>
            <w:tcW w:w="1863" w:type="dxa"/>
          </w:tcPr>
          <w:p w:rsidR="00846F24" w:rsidRPr="00203FD5" w:rsidRDefault="00846F24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846F24" w:rsidRPr="00203FD5" w:rsidRDefault="00846F24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Е.В. Леник</w:t>
            </w:r>
          </w:p>
        </w:tc>
      </w:tr>
      <w:tr w:rsidR="00846F24" w:rsidRPr="00203FD5">
        <w:trPr>
          <w:cantSplit/>
        </w:trPr>
        <w:tc>
          <w:tcPr>
            <w:tcW w:w="4908" w:type="dxa"/>
          </w:tcPr>
          <w:p w:rsidR="00846F24" w:rsidRPr="00203FD5" w:rsidRDefault="00846F24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</w:tcPr>
          <w:p w:rsidR="00846F24" w:rsidRPr="00203FD5" w:rsidRDefault="00846F24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846F24" w:rsidRPr="00203FD5" w:rsidRDefault="00846F24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6F24" w:rsidRPr="00203FD5">
        <w:trPr>
          <w:cantSplit/>
        </w:trPr>
        <w:tc>
          <w:tcPr>
            <w:tcW w:w="4908" w:type="dxa"/>
          </w:tcPr>
          <w:p w:rsidR="00846F24" w:rsidRPr="00203FD5" w:rsidRDefault="00846F24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</w:tcPr>
          <w:p w:rsidR="00846F24" w:rsidRPr="00203FD5" w:rsidRDefault="00846F24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846F24" w:rsidRPr="00203FD5" w:rsidRDefault="00846F24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6F24" w:rsidRPr="00203FD5">
        <w:trPr>
          <w:cantSplit/>
        </w:trPr>
        <w:tc>
          <w:tcPr>
            <w:tcW w:w="4908" w:type="dxa"/>
          </w:tcPr>
          <w:p w:rsidR="00846F24" w:rsidRPr="00203FD5" w:rsidRDefault="00846F24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863" w:type="dxa"/>
          </w:tcPr>
          <w:p w:rsidR="00846F24" w:rsidRPr="00203FD5" w:rsidRDefault="00846F24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846F24" w:rsidRPr="00203FD5" w:rsidRDefault="00846F24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6F24" w:rsidRPr="00203FD5">
        <w:trPr>
          <w:cantSplit/>
        </w:trPr>
        <w:tc>
          <w:tcPr>
            <w:tcW w:w="4908" w:type="dxa"/>
          </w:tcPr>
          <w:p w:rsidR="00846F24" w:rsidRPr="003B5708" w:rsidRDefault="00846F24" w:rsidP="00BF61F2">
            <w:pPr>
              <w:widowControl w:val="0"/>
              <w:tabs>
                <w:tab w:val="right" w:pos="9498"/>
              </w:tabs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3B5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B5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финансового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3B5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правления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МО Белореченский район</w:t>
            </w:r>
          </w:p>
          <w:p w:rsidR="00846F24" w:rsidRPr="00203FD5" w:rsidRDefault="00846F24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</w:tcPr>
          <w:p w:rsidR="00846F24" w:rsidRPr="00203FD5" w:rsidRDefault="00846F24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846F24" w:rsidRPr="00203FD5" w:rsidRDefault="00846F24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Ю.В. Федорченко</w:t>
            </w:r>
          </w:p>
        </w:tc>
      </w:tr>
    </w:tbl>
    <w:p w:rsidR="00846F24" w:rsidRPr="00EF127F" w:rsidRDefault="00846F24" w:rsidP="009B3142">
      <w:pPr>
        <w:widowControl w:val="0"/>
        <w:tabs>
          <w:tab w:val="right" w:pos="9498"/>
        </w:tabs>
        <w:rPr>
          <w:lang w:eastAsia="ru-RU"/>
        </w:rPr>
      </w:pPr>
    </w:p>
    <w:p w:rsidR="00846F24" w:rsidRPr="00DD5EF6" w:rsidRDefault="00846F24" w:rsidP="009B3142">
      <w:pPr>
        <w:tabs>
          <w:tab w:val="left" w:pos="0"/>
          <w:tab w:val="left" w:pos="900"/>
        </w:tabs>
      </w:pPr>
    </w:p>
    <w:p w:rsidR="00846F24" w:rsidRDefault="00846F24" w:rsidP="009B3142">
      <w:pPr>
        <w:tabs>
          <w:tab w:val="left" w:pos="900"/>
        </w:tabs>
        <w:rPr>
          <w:sz w:val="28"/>
          <w:szCs w:val="28"/>
        </w:rPr>
      </w:pPr>
    </w:p>
    <w:p w:rsidR="00846F24" w:rsidRPr="00DD5EF6" w:rsidRDefault="00846F24" w:rsidP="009B3142">
      <w:pPr>
        <w:tabs>
          <w:tab w:val="left" w:pos="0"/>
          <w:tab w:val="left" w:pos="900"/>
        </w:tabs>
      </w:pPr>
    </w:p>
    <w:p w:rsidR="00846F24" w:rsidRPr="00DD5EF6" w:rsidRDefault="00846F24" w:rsidP="00C351E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sectPr w:rsidR="00846F24" w:rsidRPr="00DD5EF6" w:rsidSect="00EC034D">
      <w:headerReference w:type="default" r:id="rId8"/>
      <w:pgSz w:w="11906" w:h="16838"/>
      <w:pgMar w:top="113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F24" w:rsidRDefault="00846F24" w:rsidP="00B57B3B">
      <w:r>
        <w:separator/>
      </w:r>
    </w:p>
  </w:endnote>
  <w:endnote w:type="continuationSeparator" w:id="0">
    <w:p w:rsidR="00846F24" w:rsidRDefault="00846F24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F24" w:rsidRDefault="00846F24" w:rsidP="00B57B3B">
      <w:r>
        <w:separator/>
      </w:r>
    </w:p>
  </w:footnote>
  <w:footnote w:type="continuationSeparator" w:id="0">
    <w:p w:rsidR="00846F24" w:rsidRDefault="00846F24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F24" w:rsidRPr="003139BC" w:rsidRDefault="00846F24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846F24" w:rsidRDefault="00846F2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30337"/>
    <w:rsid w:val="00035659"/>
    <w:rsid w:val="00044004"/>
    <w:rsid w:val="00054A0C"/>
    <w:rsid w:val="000555BA"/>
    <w:rsid w:val="000775A2"/>
    <w:rsid w:val="00083738"/>
    <w:rsid w:val="00084484"/>
    <w:rsid w:val="0009154D"/>
    <w:rsid w:val="000925BE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111AC0"/>
    <w:rsid w:val="001177DA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7529F"/>
    <w:rsid w:val="00181EBA"/>
    <w:rsid w:val="001857CD"/>
    <w:rsid w:val="001860AA"/>
    <w:rsid w:val="00187619"/>
    <w:rsid w:val="0019405F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D3FAB"/>
    <w:rsid w:val="001E1C9B"/>
    <w:rsid w:val="001F7497"/>
    <w:rsid w:val="00203FD5"/>
    <w:rsid w:val="00210A11"/>
    <w:rsid w:val="00221DB4"/>
    <w:rsid w:val="00233C0A"/>
    <w:rsid w:val="0023657E"/>
    <w:rsid w:val="00237868"/>
    <w:rsid w:val="002504D7"/>
    <w:rsid w:val="00253C20"/>
    <w:rsid w:val="00255B84"/>
    <w:rsid w:val="00260F0C"/>
    <w:rsid w:val="00271227"/>
    <w:rsid w:val="00282915"/>
    <w:rsid w:val="002849D9"/>
    <w:rsid w:val="00284D12"/>
    <w:rsid w:val="002942FA"/>
    <w:rsid w:val="002A2BBD"/>
    <w:rsid w:val="002A3252"/>
    <w:rsid w:val="002B1AF6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7591"/>
    <w:rsid w:val="003372C6"/>
    <w:rsid w:val="003542ED"/>
    <w:rsid w:val="0036355E"/>
    <w:rsid w:val="003637DC"/>
    <w:rsid w:val="00367577"/>
    <w:rsid w:val="00367F21"/>
    <w:rsid w:val="00371E03"/>
    <w:rsid w:val="00374993"/>
    <w:rsid w:val="00383432"/>
    <w:rsid w:val="00394308"/>
    <w:rsid w:val="00395B22"/>
    <w:rsid w:val="00397A9A"/>
    <w:rsid w:val="003A0C18"/>
    <w:rsid w:val="003A1637"/>
    <w:rsid w:val="003B0A7E"/>
    <w:rsid w:val="003B5708"/>
    <w:rsid w:val="003B6688"/>
    <w:rsid w:val="003B7053"/>
    <w:rsid w:val="003E4804"/>
    <w:rsid w:val="003F181F"/>
    <w:rsid w:val="003F237D"/>
    <w:rsid w:val="00410F52"/>
    <w:rsid w:val="00411021"/>
    <w:rsid w:val="0041238D"/>
    <w:rsid w:val="0041759B"/>
    <w:rsid w:val="00420931"/>
    <w:rsid w:val="00434016"/>
    <w:rsid w:val="00444314"/>
    <w:rsid w:val="0045431B"/>
    <w:rsid w:val="0046258A"/>
    <w:rsid w:val="004627B5"/>
    <w:rsid w:val="004846F0"/>
    <w:rsid w:val="00486674"/>
    <w:rsid w:val="004869BB"/>
    <w:rsid w:val="00490118"/>
    <w:rsid w:val="00497319"/>
    <w:rsid w:val="004A259A"/>
    <w:rsid w:val="004A7390"/>
    <w:rsid w:val="004B1AB3"/>
    <w:rsid w:val="004D3045"/>
    <w:rsid w:val="004D3AB9"/>
    <w:rsid w:val="004D5228"/>
    <w:rsid w:val="004D7E88"/>
    <w:rsid w:val="004F324E"/>
    <w:rsid w:val="004F39C5"/>
    <w:rsid w:val="0050053D"/>
    <w:rsid w:val="00505CF9"/>
    <w:rsid w:val="00507A5E"/>
    <w:rsid w:val="00513217"/>
    <w:rsid w:val="00513393"/>
    <w:rsid w:val="0052009A"/>
    <w:rsid w:val="00521F62"/>
    <w:rsid w:val="00525406"/>
    <w:rsid w:val="00530999"/>
    <w:rsid w:val="00535EDA"/>
    <w:rsid w:val="005371E3"/>
    <w:rsid w:val="00541885"/>
    <w:rsid w:val="0054211B"/>
    <w:rsid w:val="00553266"/>
    <w:rsid w:val="005573B4"/>
    <w:rsid w:val="0056026D"/>
    <w:rsid w:val="005738FE"/>
    <w:rsid w:val="00574C69"/>
    <w:rsid w:val="0057516E"/>
    <w:rsid w:val="00580429"/>
    <w:rsid w:val="0059421D"/>
    <w:rsid w:val="00596C2B"/>
    <w:rsid w:val="0059734A"/>
    <w:rsid w:val="00597708"/>
    <w:rsid w:val="005A573F"/>
    <w:rsid w:val="005B02F1"/>
    <w:rsid w:val="005C34BC"/>
    <w:rsid w:val="005D6E64"/>
    <w:rsid w:val="005D7290"/>
    <w:rsid w:val="005E056F"/>
    <w:rsid w:val="005E3BA4"/>
    <w:rsid w:val="005E7F55"/>
    <w:rsid w:val="005F3F0F"/>
    <w:rsid w:val="005F6498"/>
    <w:rsid w:val="006078D7"/>
    <w:rsid w:val="00612447"/>
    <w:rsid w:val="00613DA6"/>
    <w:rsid w:val="006142AF"/>
    <w:rsid w:val="00614C6B"/>
    <w:rsid w:val="0062228C"/>
    <w:rsid w:val="006301B3"/>
    <w:rsid w:val="00654C50"/>
    <w:rsid w:val="006602EC"/>
    <w:rsid w:val="00665A87"/>
    <w:rsid w:val="006719EC"/>
    <w:rsid w:val="00676CA9"/>
    <w:rsid w:val="00680D98"/>
    <w:rsid w:val="00681853"/>
    <w:rsid w:val="00687224"/>
    <w:rsid w:val="00690433"/>
    <w:rsid w:val="00695143"/>
    <w:rsid w:val="006A182E"/>
    <w:rsid w:val="006A2370"/>
    <w:rsid w:val="006A47E2"/>
    <w:rsid w:val="006A778E"/>
    <w:rsid w:val="006B2EAF"/>
    <w:rsid w:val="006B708B"/>
    <w:rsid w:val="006C1614"/>
    <w:rsid w:val="006D6DDE"/>
    <w:rsid w:val="006E5DDE"/>
    <w:rsid w:val="007005AD"/>
    <w:rsid w:val="007010A4"/>
    <w:rsid w:val="00701E65"/>
    <w:rsid w:val="007045D2"/>
    <w:rsid w:val="007048B9"/>
    <w:rsid w:val="00723EB8"/>
    <w:rsid w:val="00736985"/>
    <w:rsid w:val="007413D2"/>
    <w:rsid w:val="00746BF8"/>
    <w:rsid w:val="00755BDB"/>
    <w:rsid w:val="00757C2D"/>
    <w:rsid w:val="007630C6"/>
    <w:rsid w:val="007630D3"/>
    <w:rsid w:val="00764E8A"/>
    <w:rsid w:val="00765920"/>
    <w:rsid w:val="00767039"/>
    <w:rsid w:val="00767498"/>
    <w:rsid w:val="007747C1"/>
    <w:rsid w:val="00777B45"/>
    <w:rsid w:val="00783472"/>
    <w:rsid w:val="007A1FD1"/>
    <w:rsid w:val="007A3FD9"/>
    <w:rsid w:val="007A6B19"/>
    <w:rsid w:val="007B721F"/>
    <w:rsid w:val="007C5970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22E"/>
    <w:rsid w:val="00814BDA"/>
    <w:rsid w:val="008155FD"/>
    <w:rsid w:val="00816690"/>
    <w:rsid w:val="008209EF"/>
    <w:rsid w:val="00822DCF"/>
    <w:rsid w:val="0082327B"/>
    <w:rsid w:val="00831316"/>
    <w:rsid w:val="008318BA"/>
    <w:rsid w:val="00835B3F"/>
    <w:rsid w:val="0084153A"/>
    <w:rsid w:val="00843519"/>
    <w:rsid w:val="00844CCB"/>
    <w:rsid w:val="008458A5"/>
    <w:rsid w:val="00846F24"/>
    <w:rsid w:val="00853461"/>
    <w:rsid w:val="00854DFD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E12FA"/>
    <w:rsid w:val="008E305D"/>
    <w:rsid w:val="008E4C84"/>
    <w:rsid w:val="008F39B4"/>
    <w:rsid w:val="008F6DC4"/>
    <w:rsid w:val="008F7121"/>
    <w:rsid w:val="00901198"/>
    <w:rsid w:val="009037DC"/>
    <w:rsid w:val="00910611"/>
    <w:rsid w:val="0091129A"/>
    <w:rsid w:val="0092011B"/>
    <w:rsid w:val="009220CE"/>
    <w:rsid w:val="00922148"/>
    <w:rsid w:val="00922DD3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52021"/>
    <w:rsid w:val="00957CB9"/>
    <w:rsid w:val="00965867"/>
    <w:rsid w:val="00972A13"/>
    <w:rsid w:val="00972EDB"/>
    <w:rsid w:val="00974E5B"/>
    <w:rsid w:val="009752B5"/>
    <w:rsid w:val="00981B34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E52A0"/>
    <w:rsid w:val="009E6447"/>
    <w:rsid w:val="009E69D6"/>
    <w:rsid w:val="009E7861"/>
    <w:rsid w:val="009F5D38"/>
    <w:rsid w:val="00A14C04"/>
    <w:rsid w:val="00A224F0"/>
    <w:rsid w:val="00A31EB4"/>
    <w:rsid w:val="00A33813"/>
    <w:rsid w:val="00A351AB"/>
    <w:rsid w:val="00A408B0"/>
    <w:rsid w:val="00A45084"/>
    <w:rsid w:val="00A60D9F"/>
    <w:rsid w:val="00A60DED"/>
    <w:rsid w:val="00A674A9"/>
    <w:rsid w:val="00A72975"/>
    <w:rsid w:val="00A927CD"/>
    <w:rsid w:val="00A969F6"/>
    <w:rsid w:val="00AD1D8E"/>
    <w:rsid w:val="00AD5AD8"/>
    <w:rsid w:val="00AE5C61"/>
    <w:rsid w:val="00AE7999"/>
    <w:rsid w:val="00AF07F8"/>
    <w:rsid w:val="00AF5037"/>
    <w:rsid w:val="00AF585C"/>
    <w:rsid w:val="00AF6990"/>
    <w:rsid w:val="00AF7645"/>
    <w:rsid w:val="00B03D3F"/>
    <w:rsid w:val="00B06201"/>
    <w:rsid w:val="00B06628"/>
    <w:rsid w:val="00B13DE0"/>
    <w:rsid w:val="00B1650C"/>
    <w:rsid w:val="00B2795B"/>
    <w:rsid w:val="00B314C6"/>
    <w:rsid w:val="00B3353F"/>
    <w:rsid w:val="00B34727"/>
    <w:rsid w:val="00B4514E"/>
    <w:rsid w:val="00B47643"/>
    <w:rsid w:val="00B51340"/>
    <w:rsid w:val="00B55865"/>
    <w:rsid w:val="00B57B3B"/>
    <w:rsid w:val="00B57F9F"/>
    <w:rsid w:val="00B644DA"/>
    <w:rsid w:val="00B66A98"/>
    <w:rsid w:val="00B6740D"/>
    <w:rsid w:val="00B839C1"/>
    <w:rsid w:val="00B87C78"/>
    <w:rsid w:val="00B93251"/>
    <w:rsid w:val="00B93C4A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BF03FC"/>
    <w:rsid w:val="00BF61F2"/>
    <w:rsid w:val="00C02739"/>
    <w:rsid w:val="00C131F2"/>
    <w:rsid w:val="00C31DEB"/>
    <w:rsid w:val="00C32E45"/>
    <w:rsid w:val="00C34742"/>
    <w:rsid w:val="00C351E8"/>
    <w:rsid w:val="00C35EE9"/>
    <w:rsid w:val="00C402FB"/>
    <w:rsid w:val="00C57BBA"/>
    <w:rsid w:val="00C6531B"/>
    <w:rsid w:val="00C70AF5"/>
    <w:rsid w:val="00C761CE"/>
    <w:rsid w:val="00C9011F"/>
    <w:rsid w:val="00C96B0F"/>
    <w:rsid w:val="00CB0377"/>
    <w:rsid w:val="00CB06B6"/>
    <w:rsid w:val="00CB33DF"/>
    <w:rsid w:val="00CB5FE9"/>
    <w:rsid w:val="00CC2119"/>
    <w:rsid w:val="00CC652E"/>
    <w:rsid w:val="00CD4EEC"/>
    <w:rsid w:val="00CD6630"/>
    <w:rsid w:val="00CD6CEB"/>
    <w:rsid w:val="00CE31CD"/>
    <w:rsid w:val="00CE688A"/>
    <w:rsid w:val="00CF5602"/>
    <w:rsid w:val="00D15C8A"/>
    <w:rsid w:val="00D21183"/>
    <w:rsid w:val="00D35DB7"/>
    <w:rsid w:val="00D36B4C"/>
    <w:rsid w:val="00D36FFB"/>
    <w:rsid w:val="00D432E0"/>
    <w:rsid w:val="00D50E4C"/>
    <w:rsid w:val="00D564D9"/>
    <w:rsid w:val="00D574BE"/>
    <w:rsid w:val="00D57B1F"/>
    <w:rsid w:val="00D61196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B7C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478A"/>
    <w:rsid w:val="00DF4B9E"/>
    <w:rsid w:val="00DF5FED"/>
    <w:rsid w:val="00DF61AC"/>
    <w:rsid w:val="00E00097"/>
    <w:rsid w:val="00E028DA"/>
    <w:rsid w:val="00E04B88"/>
    <w:rsid w:val="00E152EF"/>
    <w:rsid w:val="00E218DB"/>
    <w:rsid w:val="00E31855"/>
    <w:rsid w:val="00E32359"/>
    <w:rsid w:val="00E3589D"/>
    <w:rsid w:val="00E4290A"/>
    <w:rsid w:val="00E5128B"/>
    <w:rsid w:val="00E5217E"/>
    <w:rsid w:val="00E617FC"/>
    <w:rsid w:val="00E6529E"/>
    <w:rsid w:val="00E66445"/>
    <w:rsid w:val="00E66CCA"/>
    <w:rsid w:val="00E74643"/>
    <w:rsid w:val="00E7483A"/>
    <w:rsid w:val="00E80452"/>
    <w:rsid w:val="00E8049E"/>
    <w:rsid w:val="00E83099"/>
    <w:rsid w:val="00E920CF"/>
    <w:rsid w:val="00E94647"/>
    <w:rsid w:val="00EA140F"/>
    <w:rsid w:val="00EA598F"/>
    <w:rsid w:val="00EB3D68"/>
    <w:rsid w:val="00EC034D"/>
    <w:rsid w:val="00EC0FF3"/>
    <w:rsid w:val="00EC161C"/>
    <w:rsid w:val="00EC53D7"/>
    <w:rsid w:val="00ED07F0"/>
    <w:rsid w:val="00ED4917"/>
    <w:rsid w:val="00EF0640"/>
    <w:rsid w:val="00EF127F"/>
    <w:rsid w:val="00EF190B"/>
    <w:rsid w:val="00EF5F68"/>
    <w:rsid w:val="00F006F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0443"/>
    <w:rsid w:val="00F4292D"/>
    <w:rsid w:val="00F46813"/>
    <w:rsid w:val="00F47A9E"/>
    <w:rsid w:val="00F60ECA"/>
    <w:rsid w:val="00F658E0"/>
    <w:rsid w:val="00F70023"/>
    <w:rsid w:val="00F718C8"/>
    <w:rsid w:val="00F728A4"/>
    <w:rsid w:val="00F72C2A"/>
    <w:rsid w:val="00F73150"/>
    <w:rsid w:val="00F843BF"/>
    <w:rsid w:val="00F90BD5"/>
    <w:rsid w:val="00F91EB5"/>
    <w:rsid w:val="00F92F66"/>
    <w:rsid w:val="00FB2285"/>
    <w:rsid w:val="00FC41DD"/>
    <w:rsid w:val="00FC5DE3"/>
    <w:rsid w:val="00FC7B45"/>
    <w:rsid w:val="00FC7BB3"/>
    <w:rsid w:val="00FD5B5A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1">
    <w:name w:val="Знак Знак Знак"/>
    <w:basedOn w:val="Normal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0">
    <w:name w:val="Знак1"/>
    <w:basedOn w:val="Normal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">
    <w:name w:val="Знак2"/>
    <w:basedOn w:val="Normal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46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624</TotalTime>
  <Pages>3</Pages>
  <Words>1221</Words>
  <Characters>6961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User1</cp:lastModifiedBy>
  <cp:revision>30</cp:revision>
  <cp:lastPrinted>2017-04-05T12:18:00Z</cp:lastPrinted>
  <dcterms:created xsi:type="dcterms:W3CDTF">2015-01-21T15:24:00Z</dcterms:created>
  <dcterms:modified xsi:type="dcterms:W3CDTF">2017-04-07T14:23:00Z</dcterms:modified>
</cp:coreProperties>
</file>